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ACB" w:rsidRPr="005653F3" w:rsidRDefault="00412252" w:rsidP="005653F3">
      <w:pPr>
        <w:pStyle w:val="Title"/>
        <w:bidi/>
        <w:jc w:val="center"/>
        <w:rPr>
          <w:rFonts w:cs="B Titr"/>
          <w:color w:val="auto"/>
          <w:sz w:val="24"/>
          <w:szCs w:val="24"/>
          <w:rtl/>
        </w:rPr>
      </w:pPr>
      <w:r w:rsidRPr="00F84CAA">
        <w:rPr>
          <w:rFonts w:ascii="Calibri" w:eastAsia="Calibri" w:hAnsi="Calibri" w:cs="Arial"/>
          <w:noProof/>
          <w:sz w:val="20"/>
          <w:szCs w:val="20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5810250</wp:posOffset>
            </wp:positionH>
            <wp:positionV relativeFrom="paragraph">
              <wp:posOffset>-219075</wp:posOffset>
            </wp:positionV>
            <wp:extent cx="657071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71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E70" w:rsidRPr="005653F3">
        <w:rPr>
          <w:rFonts w:cs="B Titr" w:hint="cs"/>
          <w:color w:val="auto"/>
          <w:sz w:val="24"/>
          <w:szCs w:val="24"/>
          <w:rtl/>
        </w:rPr>
        <w:t xml:space="preserve">فرم تقاضای تمدید </w:t>
      </w:r>
      <w:r w:rsidR="005653F3" w:rsidRPr="005653F3">
        <w:rPr>
          <w:rFonts w:cs="B Titr" w:hint="cs"/>
          <w:color w:val="auto"/>
          <w:sz w:val="24"/>
          <w:szCs w:val="24"/>
          <w:rtl/>
        </w:rPr>
        <w:t>پایان نامه</w:t>
      </w:r>
      <w:r w:rsidR="00056E70" w:rsidRPr="005653F3">
        <w:rPr>
          <w:rFonts w:cs="B Titr" w:hint="cs"/>
          <w:color w:val="auto"/>
          <w:sz w:val="24"/>
          <w:szCs w:val="24"/>
          <w:rtl/>
        </w:rPr>
        <w:t xml:space="preserve"> دانشجویان کارشناسی ارشد</w:t>
      </w:r>
      <w:r w:rsidR="005653F3" w:rsidRPr="005653F3">
        <w:rPr>
          <w:rFonts w:cs="B Titr" w:hint="cs"/>
          <w:color w:val="auto"/>
          <w:sz w:val="24"/>
          <w:szCs w:val="24"/>
          <w:rtl/>
        </w:rPr>
        <w:t xml:space="preserve"> درطول سنوات مجاز تحصیل</w:t>
      </w:r>
    </w:p>
    <w:p w:rsidR="00302243" w:rsidRDefault="00302243" w:rsidP="00302243">
      <w:pPr>
        <w:bidi/>
        <w:rPr>
          <w:rtl/>
        </w:rPr>
      </w:pPr>
    </w:p>
    <w:tbl>
      <w:tblPr>
        <w:tblStyle w:val="TableGrid"/>
        <w:bidiVisual/>
        <w:tblW w:w="0" w:type="auto"/>
        <w:tblInd w:w="577" w:type="dxa"/>
        <w:tblLook w:val="04A0" w:firstRow="1" w:lastRow="0" w:firstColumn="1" w:lastColumn="0" w:noHBand="0" w:noVBand="1"/>
      </w:tblPr>
      <w:tblGrid>
        <w:gridCol w:w="9350"/>
      </w:tblGrid>
      <w:tr w:rsidR="00302243" w:rsidTr="00461871">
        <w:tc>
          <w:tcPr>
            <w:tcW w:w="9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559"/>
              <w:gridCol w:w="6413"/>
            </w:tblGrid>
            <w:tr w:rsidR="00302243" w:rsidTr="00302243">
              <w:tc>
                <w:tcPr>
                  <w:tcW w:w="1162" w:type="dxa"/>
                  <w:vMerge w:val="restart"/>
                  <w:vAlign w:val="center"/>
                </w:tcPr>
                <w:p w:rsidR="00302243" w:rsidRPr="0054008F" w:rsidRDefault="00302243" w:rsidP="0030224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54008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استاد محترم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:rsidR="00302243" w:rsidRPr="0054008F" w:rsidRDefault="00302243" w:rsidP="00F45CE1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54008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جناب آقای </w:t>
                  </w:r>
                </w:p>
              </w:tc>
              <w:tc>
                <w:tcPr>
                  <w:tcW w:w="6413" w:type="dxa"/>
                  <w:vMerge w:val="restart"/>
                  <w:vAlign w:val="center"/>
                </w:tcPr>
                <w:p w:rsidR="00302243" w:rsidRDefault="00686258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 xml:space="preserve">        </w:t>
                  </w:r>
                  <w:r w:rsidR="00302243">
                    <w:rPr>
                      <w:rFonts w:cs="B Nazanin" w:hint="cs"/>
                      <w:sz w:val="24"/>
                      <w:szCs w:val="24"/>
                      <w:rtl/>
                    </w:rPr>
                    <w:t>..............................................</w:t>
                  </w:r>
                </w:p>
              </w:tc>
            </w:tr>
            <w:tr w:rsidR="00302243" w:rsidTr="00302243">
              <w:tc>
                <w:tcPr>
                  <w:tcW w:w="1162" w:type="dxa"/>
                  <w:vMerge/>
                  <w:vAlign w:val="center"/>
                </w:tcPr>
                <w:p w:rsidR="00302243" w:rsidRPr="0054008F" w:rsidRDefault="00302243" w:rsidP="0030224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vAlign w:val="center"/>
                </w:tcPr>
                <w:p w:rsidR="00302243" w:rsidRPr="0054008F" w:rsidRDefault="00302243" w:rsidP="00F45CE1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54008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سرکار خانم </w:t>
                  </w:r>
                </w:p>
              </w:tc>
              <w:tc>
                <w:tcPr>
                  <w:tcW w:w="6413" w:type="dxa"/>
                  <w:vMerge/>
                  <w:vAlign w:val="center"/>
                </w:tcPr>
                <w:p w:rsidR="00302243" w:rsidRDefault="00302243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302243" w:rsidRDefault="00302243" w:rsidP="0030224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302243" w:rsidRDefault="00302243" w:rsidP="00461871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با سلام و احترام؛ اینجانب ................................................  دانشجوی کارشناسی ارشد رشته ..........................گرایش ............................... به شماره دانشجویی ........................... ورودی .............. ماه سال ............ </w:t>
            </w:r>
            <w:r w:rsidR="00461871">
              <w:rPr>
                <w:rFonts w:cs="B Nazanin" w:hint="cs"/>
                <w:sz w:val="24"/>
                <w:szCs w:val="24"/>
                <w:rtl/>
              </w:rPr>
              <w:t xml:space="preserve">در نیمسال ......................پایان نامه اخذ نمودم که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بنا به دلایل زیر تقاضای تمدید زمان انجام پایان نامه خود به میزان یک </w:t>
            </w:r>
            <w:r w:rsidR="00461871">
              <w:rPr>
                <w:rFonts w:cs="B Nazanin" w:hint="cs"/>
                <w:sz w:val="24"/>
                <w:szCs w:val="24"/>
                <w:rtl/>
              </w:rPr>
              <w:t>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را دارم. 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1-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2-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3-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4-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5-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خواهشمند است موافقت فرمایید.        </w:t>
            </w:r>
          </w:p>
          <w:p w:rsidR="00302243" w:rsidRPr="00E1767C" w:rsidRDefault="00302243" w:rsidP="003022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</w:t>
            </w:r>
            <w:bookmarkStart w:id="0" w:name="_GoBack"/>
            <w:r w:rsidRPr="00E1767C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و امضاء دانشجو</w:t>
            </w:r>
            <w:r w:rsidR="00686258" w:rsidRPr="00E1767C">
              <w:rPr>
                <w:rFonts w:cs="B Nazanin"/>
                <w:b/>
                <w:bCs/>
                <w:sz w:val="24"/>
                <w:szCs w:val="24"/>
              </w:rPr>
              <w:t xml:space="preserve">          </w:t>
            </w:r>
            <w:bookmarkEnd w:id="0"/>
          </w:p>
          <w:p w:rsidR="00302243" w:rsidRDefault="00302243" w:rsidP="0030224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02243" w:rsidRDefault="00302243" w:rsidP="00302243">
            <w:pPr>
              <w:bidi/>
              <w:rPr>
                <w:rtl/>
              </w:rPr>
            </w:pPr>
          </w:p>
        </w:tc>
      </w:tr>
      <w:tr w:rsidR="00302243" w:rsidTr="00461871">
        <w:tc>
          <w:tcPr>
            <w:tcW w:w="9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bidiVisual/>
              <w:tblW w:w="0" w:type="auto"/>
              <w:tblInd w:w="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7"/>
              <w:gridCol w:w="1560"/>
              <w:gridCol w:w="4428"/>
            </w:tblGrid>
            <w:tr w:rsidR="00302243" w:rsidTr="004E63FD">
              <w:tc>
                <w:tcPr>
                  <w:tcW w:w="1417" w:type="dxa"/>
                  <w:vMerge w:val="restart"/>
                  <w:vAlign w:val="center"/>
                </w:tcPr>
                <w:p w:rsidR="00302243" w:rsidRPr="00686258" w:rsidRDefault="005E5489" w:rsidP="005E5489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مدیر محترم گروه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vAlign w:val="center"/>
                </w:tcPr>
                <w:p w:rsidR="00302243" w:rsidRPr="00686258" w:rsidRDefault="00302243" w:rsidP="005E5489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8625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جناب آقای </w:t>
                  </w:r>
                </w:p>
              </w:tc>
              <w:tc>
                <w:tcPr>
                  <w:tcW w:w="4428" w:type="dxa"/>
                  <w:vMerge w:val="restart"/>
                  <w:vAlign w:val="center"/>
                </w:tcPr>
                <w:p w:rsidR="00302243" w:rsidRDefault="00302243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...........................................................</w:t>
                  </w:r>
                </w:p>
              </w:tc>
            </w:tr>
            <w:tr w:rsidR="00302243" w:rsidTr="004E63FD">
              <w:tc>
                <w:tcPr>
                  <w:tcW w:w="1417" w:type="dxa"/>
                  <w:vMerge/>
                  <w:vAlign w:val="center"/>
                </w:tcPr>
                <w:p w:rsidR="00302243" w:rsidRPr="00686258" w:rsidRDefault="00302243" w:rsidP="0030224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</w:tcBorders>
                  <w:vAlign w:val="center"/>
                </w:tcPr>
                <w:p w:rsidR="00302243" w:rsidRPr="00686258" w:rsidRDefault="00302243" w:rsidP="005E5489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8625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سرکار خانم </w:t>
                  </w:r>
                </w:p>
              </w:tc>
              <w:tc>
                <w:tcPr>
                  <w:tcW w:w="4428" w:type="dxa"/>
                  <w:vMerge/>
                  <w:vAlign w:val="center"/>
                </w:tcPr>
                <w:p w:rsidR="00302243" w:rsidRDefault="00302243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 سلام و احترام؛ ضمن موافقت با دلایل ذکر شده توسط دانشجو، به استناد ماده 17 آیین نامه تحصیلات تکمیلی دانشگاه، خواهشمند است موضوع در جلسه گروه مطرح و مجوز لازم صادر گردد.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:rsidR="00302243" w:rsidRPr="00E1767C" w:rsidRDefault="00302243" w:rsidP="003022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1767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امضاء استاد راهنما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:rsidR="00302243" w:rsidRDefault="00302243" w:rsidP="00302243">
            <w:pPr>
              <w:bidi/>
              <w:rPr>
                <w:rtl/>
              </w:rPr>
            </w:pPr>
          </w:p>
        </w:tc>
      </w:tr>
      <w:tr w:rsidR="00302243" w:rsidTr="00461871">
        <w:tc>
          <w:tcPr>
            <w:tcW w:w="9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84"/>
              <w:gridCol w:w="1520"/>
              <w:gridCol w:w="5130"/>
            </w:tblGrid>
            <w:tr w:rsidR="00302243" w:rsidTr="000F0723">
              <w:tc>
                <w:tcPr>
                  <w:tcW w:w="2556" w:type="dxa"/>
                  <w:vMerge w:val="restart"/>
                  <w:vAlign w:val="center"/>
                </w:tcPr>
                <w:p w:rsidR="00302243" w:rsidRPr="00686258" w:rsidRDefault="00302243" w:rsidP="0030224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8625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مدیر محترم تحصیلات تکمیلی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:rsidR="00302243" w:rsidRPr="00686258" w:rsidRDefault="00302243" w:rsidP="00F45CE1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8625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جناب آقای </w:t>
                  </w:r>
                </w:p>
              </w:tc>
              <w:tc>
                <w:tcPr>
                  <w:tcW w:w="5245" w:type="dxa"/>
                  <w:vMerge w:val="restart"/>
                  <w:vAlign w:val="center"/>
                </w:tcPr>
                <w:p w:rsidR="00302243" w:rsidRDefault="00302243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...........................................................</w:t>
                  </w:r>
                </w:p>
              </w:tc>
            </w:tr>
            <w:tr w:rsidR="00302243" w:rsidTr="000F0723">
              <w:tc>
                <w:tcPr>
                  <w:tcW w:w="2556" w:type="dxa"/>
                  <w:vMerge/>
                  <w:vAlign w:val="center"/>
                </w:tcPr>
                <w:p w:rsidR="00302243" w:rsidRPr="00686258" w:rsidRDefault="00302243" w:rsidP="0030224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vAlign w:val="center"/>
                </w:tcPr>
                <w:p w:rsidR="00302243" w:rsidRPr="00686258" w:rsidRDefault="00302243" w:rsidP="00F45CE1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8625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سرکار خانم </w:t>
                  </w:r>
                </w:p>
              </w:tc>
              <w:tc>
                <w:tcPr>
                  <w:tcW w:w="5245" w:type="dxa"/>
                  <w:vMerge/>
                  <w:vAlign w:val="center"/>
                </w:tcPr>
                <w:p w:rsidR="00302243" w:rsidRDefault="00302243" w:rsidP="00302243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 سلام و احترام؛ موضوع تمدید زمان انجام پایان نامه دانشجو ...............................</w:t>
            </w:r>
            <w:r w:rsidR="005E5489">
              <w:rPr>
                <w:rFonts w:cs="B Nazanin" w:hint="cs"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sz w:val="24"/>
                <w:szCs w:val="24"/>
                <w:rtl/>
              </w:rPr>
              <w:t>. در جلسه مورخ .................. گروه ............................</w:t>
            </w:r>
            <w:r w:rsidR="005E5489">
              <w:rPr>
                <w:rFonts w:cs="B Nazanin" w:hint="cs"/>
                <w:sz w:val="24"/>
                <w:szCs w:val="24"/>
                <w:rtl/>
              </w:rPr>
              <w:t>........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. مطرح و مورد موافقت قرار گرفت. خواهشمند است دستور اقدام لازم صادر فرمایید. </w:t>
            </w:r>
          </w:p>
          <w:p w:rsidR="00302243" w:rsidRDefault="00302243" w:rsidP="0030224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:rsidR="00302243" w:rsidRPr="00E1767C" w:rsidRDefault="00302243" w:rsidP="0030224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1767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امضاء مدیر گروه</w:t>
            </w:r>
          </w:p>
          <w:p w:rsidR="00302243" w:rsidRDefault="00302243" w:rsidP="00302243">
            <w:pPr>
              <w:bidi/>
              <w:rPr>
                <w:rtl/>
              </w:rPr>
            </w:pPr>
          </w:p>
        </w:tc>
      </w:tr>
      <w:tr w:rsidR="00302243" w:rsidTr="00461871">
        <w:tc>
          <w:tcPr>
            <w:tcW w:w="9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2243" w:rsidRPr="00686258" w:rsidRDefault="00302243" w:rsidP="00302243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86258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 محترم تحصیلات تکمیلی</w:t>
            </w:r>
          </w:p>
          <w:p w:rsidR="00302243" w:rsidRDefault="00302243" w:rsidP="00686258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با سلام، جهت </w:t>
            </w:r>
            <w:r w:rsidR="006862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اقدام لازم </w:t>
            </w:r>
            <w:r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:rsidR="00302243" w:rsidRPr="00E1767C" w:rsidRDefault="00302243" w:rsidP="0030224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 w:rsidRPr="00E1767C">
              <w:rPr>
                <w:rFonts w:cs="B Nazanin" w:hint="cs"/>
                <w:b/>
                <w:bCs/>
                <w:sz w:val="24"/>
                <w:szCs w:val="24"/>
                <w:rtl/>
              </w:rPr>
              <w:t>امضاء مدیر تحصیلات تکمیلی</w:t>
            </w:r>
            <w:r w:rsidR="00461871" w:rsidRPr="00E1767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02243" w:rsidRDefault="00302243" w:rsidP="0030224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302243" w:rsidRDefault="00302243" w:rsidP="0030224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56E70" w:rsidRDefault="00056E70" w:rsidP="00793929">
      <w:pPr>
        <w:bidi/>
        <w:spacing w:after="0" w:line="240" w:lineRule="auto"/>
        <w:jc w:val="lowKashida"/>
        <w:rPr>
          <w:rFonts w:cs="B Nazanin"/>
          <w:sz w:val="24"/>
          <w:szCs w:val="24"/>
          <w:rtl/>
        </w:rPr>
      </w:pPr>
    </w:p>
    <w:p w:rsidR="001F18A0" w:rsidRDefault="001F18A0" w:rsidP="001F18A0">
      <w:pPr>
        <w:bidi/>
        <w:spacing w:after="0" w:line="240" w:lineRule="auto"/>
        <w:jc w:val="lowKashida"/>
        <w:rPr>
          <w:rFonts w:cs="B Nazanin"/>
          <w:sz w:val="24"/>
          <w:szCs w:val="24"/>
          <w:rtl/>
        </w:rPr>
      </w:pPr>
    </w:p>
    <w:p w:rsidR="001F18A0" w:rsidRDefault="001F18A0" w:rsidP="00FF25BB">
      <w:pPr>
        <w:bidi/>
        <w:spacing w:after="0" w:line="240" w:lineRule="auto"/>
        <w:jc w:val="lowKashida"/>
        <w:rPr>
          <w:rFonts w:cs="B Nazanin"/>
          <w:sz w:val="24"/>
          <w:szCs w:val="24"/>
          <w:rtl/>
        </w:rPr>
      </w:pPr>
    </w:p>
    <w:sectPr w:rsidR="001F18A0" w:rsidSect="00302243">
      <w:pgSz w:w="12240" w:h="15840"/>
      <w:pgMar w:top="720" w:right="720" w:bottom="720" w:left="720" w:header="720" w:footer="720" w:gutter="0"/>
      <w:cols w:space="720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70"/>
    <w:rsid w:val="00056E70"/>
    <w:rsid w:val="00154ABA"/>
    <w:rsid w:val="001D2F66"/>
    <w:rsid w:val="001F18A0"/>
    <w:rsid w:val="00302243"/>
    <w:rsid w:val="003710E3"/>
    <w:rsid w:val="003F5FB2"/>
    <w:rsid w:val="00412252"/>
    <w:rsid w:val="00461871"/>
    <w:rsid w:val="004E63FD"/>
    <w:rsid w:val="0054008F"/>
    <w:rsid w:val="005653F3"/>
    <w:rsid w:val="005E5489"/>
    <w:rsid w:val="00686258"/>
    <w:rsid w:val="00793929"/>
    <w:rsid w:val="007A5F2C"/>
    <w:rsid w:val="00D96ACB"/>
    <w:rsid w:val="00E1767C"/>
    <w:rsid w:val="00F45CE1"/>
    <w:rsid w:val="00FD52AD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B0FAF56-F53E-45A7-B07B-6FC4DB37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056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ST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66C8B-A669-42BA-8274-F64D8945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(blank).dotx</Template>
  <TotalTime>146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MUST</dc:creator>
  <cp:keywords/>
  <cp:lastModifiedBy>admin</cp:lastModifiedBy>
  <cp:revision>6</cp:revision>
  <cp:lastPrinted>2017-08-28T06:36:00Z</cp:lastPrinted>
  <dcterms:created xsi:type="dcterms:W3CDTF">2016-11-23T07:04:00Z</dcterms:created>
  <dcterms:modified xsi:type="dcterms:W3CDTF">2017-08-28T06:36:00Z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